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E61CD47" w14:textId="77777777" w:rsidR="0013457C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13457C">
        <w:rPr>
          <w:b/>
          <w:color w:val="FF5200" w:themeColor="accent2"/>
          <w:sz w:val="36"/>
          <w:szCs w:val="36"/>
        </w:rPr>
        <w:t xml:space="preserve">s názvem </w:t>
      </w:r>
    </w:p>
    <w:p w14:paraId="32304D15" w14:textId="77777777" w:rsidR="0013457C" w:rsidRPr="0013457C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13457C">
        <w:rPr>
          <w:b/>
          <w:color w:val="FF5200" w:themeColor="accent2"/>
          <w:sz w:val="36"/>
          <w:szCs w:val="36"/>
          <w:u w:val="single"/>
        </w:rPr>
        <w:t>„</w:t>
      </w:r>
      <w:r w:rsidR="0013457C" w:rsidRPr="0013457C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 xml:space="preserve">Pozáruční podpora </w:t>
      </w:r>
      <w:proofErr w:type="spellStart"/>
      <w:r w:rsidR="0013457C" w:rsidRPr="0013457C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Huawei</w:t>
      </w:r>
      <w:proofErr w:type="spellEnd"/>
      <w:r w:rsidR="0013457C" w:rsidRPr="0013457C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 xml:space="preserve"> 2023</w:t>
      </w:r>
      <w:r w:rsidRPr="0013457C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13457C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2640928C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13457C">
        <w:rPr>
          <w:b/>
          <w:color w:val="FF5200" w:themeColor="accent2"/>
          <w:sz w:val="36"/>
          <w:szCs w:val="36"/>
        </w:rPr>
        <w:t xml:space="preserve">vedené pod </w:t>
      </w:r>
      <w:r w:rsidRPr="0013457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D6361" w:rsidRPr="00CD6361">
        <w:rPr>
          <w:b/>
          <w:color w:val="FF5200" w:themeColor="accent2"/>
          <w:sz w:val="36"/>
          <w:szCs w:val="36"/>
        </w:rPr>
        <w:t>51774</w:t>
      </w:r>
      <w:r w:rsidR="0013457C" w:rsidRPr="0013457C">
        <w:rPr>
          <w:b/>
          <w:color w:val="FF5200" w:themeColor="accent2"/>
          <w:sz w:val="36"/>
          <w:szCs w:val="36"/>
        </w:rPr>
        <w:t>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7B38B354" w14:textId="02A5C4BB" w:rsidR="002D098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bookmarkStart w:id="0" w:name="_GoBack"/>
          <w:bookmarkEnd w:id="0"/>
          <w:r w:rsidR="002D0987" w:rsidRPr="00F35F55">
            <w:rPr>
              <w:rStyle w:val="Hypertextovodkaz"/>
              <w:noProof/>
            </w:rPr>
            <w:fldChar w:fldCharType="begin"/>
          </w:r>
          <w:r w:rsidR="002D0987" w:rsidRPr="00F35F55">
            <w:rPr>
              <w:rStyle w:val="Hypertextovodkaz"/>
              <w:noProof/>
            </w:rPr>
            <w:instrText xml:space="preserve"> </w:instrText>
          </w:r>
          <w:r w:rsidR="002D0987">
            <w:rPr>
              <w:noProof/>
            </w:rPr>
            <w:instrText>HYPERLINK \l "_Toc141777759"</w:instrText>
          </w:r>
          <w:r w:rsidR="002D0987" w:rsidRPr="00F35F55">
            <w:rPr>
              <w:rStyle w:val="Hypertextovodkaz"/>
              <w:noProof/>
            </w:rPr>
            <w:instrText xml:space="preserve"> </w:instrText>
          </w:r>
          <w:r w:rsidR="002D0987" w:rsidRPr="00F35F55">
            <w:rPr>
              <w:rStyle w:val="Hypertextovodkaz"/>
              <w:noProof/>
            </w:rPr>
          </w:r>
          <w:r w:rsidR="002D0987" w:rsidRPr="00F35F55">
            <w:rPr>
              <w:rStyle w:val="Hypertextovodkaz"/>
              <w:noProof/>
            </w:rPr>
            <w:fldChar w:fldCharType="separate"/>
          </w:r>
          <w:r w:rsidR="002D0987" w:rsidRPr="00F35F55">
            <w:rPr>
              <w:rStyle w:val="Hypertextovodkaz"/>
              <w:noProof/>
            </w:rPr>
            <w:t>Kapitola 1.</w:t>
          </w:r>
          <w:r w:rsidR="002D0987"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="002D0987" w:rsidRPr="00F35F55">
            <w:rPr>
              <w:rStyle w:val="Hypertextovodkaz"/>
              <w:noProof/>
            </w:rPr>
            <w:t>Základní údaje k nabídce</w:t>
          </w:r>
          <w:r w:rsidR="002D0987">
            <w:rPr>
              <w:noProof/>
              <w:webHidden/>
            </w:rPr>
            <w:tab/>
          </w:r>
          <w:r w:rsidR="002D0987">
            <w:rPr>
              <w:noProof/>
              <w:webHidden/>
            </w:rPr>
            <w:fldChar w:fldCharType="begin"/>
          </w:r>
          <w:r w:rsidR="002D0987">
            <w:rPr>
              <w:noProof/>
              <w:webHidden/>
            </w:rPr>
            <w:instrText xml:space="preserve"> PAGEREF _Toc141777759 \h </w:instrText>
          </w:r>
          <w:r w:rsidR="002D0987">
            <w:rPr>
              <w:noProof/>
              <w:webHidden/>
            </w:rPr>
          </w:r>
          <w:r w:rsidR="002D0987">
            <w:rPr>
              <w:noProof/>
              <w:webHidden/>
            </w:rPr>
            <w:fldChar w:fldCharType="separate"/>
          </w:r>
          <w:r w:rsidR="002D0987">
            <w:rPr>
              <w:noProof/>
              <w:webHidden/>
            </w:rPr>
            <w:t>2</w:t>
          </w:r>
          <w:r w:rsidR="002D0987">
            <w:rPr>
              <w:noProof/>
              <w:webHidden/>
            </w:rPr>
            <w:fldChar w:fldCharType="end"/>
          </w:r>
          <w:r w:rsidR="002D0987" w:rsidRPr="00F35F55">
            <w:rPr>
              <w:rStyle w:val="Hypertextovodkaz"/>
              <w:noProof/>
            </w:rPr>
            <w:fldChar w:fldCharType="end"/>
          </w:r>
        </w:p>
        <w:p w14:paraId="49448D3C" w14:textId="4ABCBA94" w:rsidR="002D0987" w:rsidRDefault="002D098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77760" w:history="1">
            <w:r w:rsidRPr="00F35F5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35F5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_Toc141777760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EB0A0A" w14:textId="3BBC3BEF" w:rsidR="002D0987" w:rsidRDefault="002D098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77761" w:history="1">
            <w:r w:rsidRPr="00F35F5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35F5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_Toc141777761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D1A45" w14:textId="6515E4B8" w:rsidR="002D0987" w:rsidRDefault="002D098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77762" w:history="1">
            <w:r w:rsidRPr="00F35F5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35F5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_Toc141777762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58D7B" w14:textId="356B0108" w:rsidR="002D0987" w:rsidRDefault="002D098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77763" w:history="1">
            <w:r w:rsidRPr="00F35F55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35F55">
              <w:rPr>
                <w:rStyle w:val="Hypertextovodkaz"/>
                <w:noProof/>
              </w:rPr>
              <w:t>Čestné</w:t>
            </w:r>
            <w:r w:rsidRPr="00F35F5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_Toc141777763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154F1" w14:textId="37905382" w:rsidR="002D0987" w:rsidRDefault="002D098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77764" w:history="1">
            <w:r w:rsidRPr="00F35F55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35F5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_Toc141777764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74773F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177775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78AE6ED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13457C">
        <w:t>Výzvy k podání nabíd</w:t>
      </w:r>
      <w:r w:rsidR="004C76E9" w:rsidRPr="0013457C">
        <w:t>ky</w:t>
      </w:r>
      <w:r w:rsidRPr="0013457C">
        <w:t xml:space="preserve"> na veřejnou zakázku zadávanou</w:t>
      </w:r>
      <w:r w:rsidR="004C76E9" w:rsidRPr="0013457C">
        <w:t xml:space="preserve"> jako </w:t>
      </w:r>
      <w:r w:rsidR="000128D4" w:rsidRPr="0013457C">
        <w:rPr>
          <w:rFonts w:eastAsia="Times New Roman" w:cs="Times New Roman"/>
          <w:lang w:eastAsia="cs-CZ"/>
        </w:rPr>
        <w:t>podlimitní sektorovou veřejnou zakázku</w:t>
      </w:r>
      <w:r w:rsidRPr="0013457C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6DF9542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57E1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57E1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1777760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177776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13457C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177776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177776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41777764"/>
      <w:r>
        <w:t>Seznam osob</w:t>
      </w:r>
      <w:bookmarkEnd w:id="6"/>
      <w:bookmarkEnd w:id="7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44645" w:rsidRPr="0013457C" w14:paraId="23E1AAD0" w14:textId="77777777" w:rsidTr="001345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083B475F" w14:textId="77777777" w:rsidR="00F44645" w:rsidRPr="0013457C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13457C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1" w:type="dxa"/>
            <w:shd w:val="clear" w:color="auto" w:fill="auto"/>
          </w:tcPr>
          <w:p w14:paraId="652DAA0D" w14:textId="77777777" w:rsidR="00F44645" w:rsidRPr="0013457C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13457C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1345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2362AB3B" w14:textId="2FE2159F" w:rsidR="00F44645" w:rsidRPr="0013457C" w:rsidRDefault="0013457C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Technik</w:t>
            </w:r>
          </w:p>
        </w:tc>
        <w:tc>
          <w:tcPr>
            <w:tcW w:w="4351" w:type="dxa"/>
            <w:shd w:val="clear" w:color="auto" w:fill="auto"/>
          </w:tcPr>
          <w:p w14:paraId="1B4FBCB8" w14:textId="77777777" w:rsidR="00F44645" w:rsidRPr="0013457C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30DEE8B" w14:textId="77777777" w:rsidTr="001345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08B2CC60" w14:textId="4620718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435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1345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4884F73A" w14:textId="65B0BBA2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435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1345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CD6361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CD6361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CD6361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1345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13457C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  <w:r w:rsidRPr="0013457C">
        <w:rPr>
          <w:rFonts w:eastAsia="Times New Roman" w:cs="Times New Roman"/>
          <w:lang w:eastAsia="cs-CZ"/>
        </w:rPr>
        <w:t>Přílohy:</w:t>
      </w:r>
    </w:p>
    <w:p w14:paraId="23E77F5D" w14:textId="0B587076" w:rsidR="00F44645" w:rsidRPr="0013457C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13457C">
        <w:rPr>
          <w:rFonts w:eastAsia="Times New Roman" w:cs="Times New Roman"/>
          <w:lang w:eastAsia="cs-CZ"/>
        </w:rPr>
        <w:t>Životopis Název funkce</w:t>
      </w:r>
    </w:p>
    <w:p w14:paraId="37DB50D5" w14:textId="79E7C7AD" w:rsidR="00F44645" w:rsidRPr="0013457C" w:rsidRDefault="0013457C" w:rsidP="00F44645">
      <w:pPr>
        <w:spacing w:after="0"/>
        <w:rPr>
          <w:rFonts w:eastAsia="Times New Roman" w:cs="Times New Roman"/>
          <w:lang w:eastAsia="cs-CZ"/>
        </w:rPr>
      </w:pPr>
      <w:r w:rsidRPr="0013457C">
        <w:rPr>
          <w:rFonts w:eastAsia="Times New Roman" w:cs="Times New Roman"/>
          <w:lang w:eastAsia="cs-CZ"/>
        </w:rPr>
        <w:t xml:space="preserve">Kopie osvědčení o certifikaci </w:t>
      </w:r>
    </w:p>
    <w:p w14:paraId="07B3BA4C" w14:textId="77777777" w:rsidR="0013457C" w:rsidRDefault="0013457C" w:rsidP="0013457C">
      <w:pPr>
        <w:spacing w:after="0"/>
        <w:rPr>
          <w:rFonts w:eastAsia="Times New Roman" w:cs="Times New Roman"/>
          <w:lang w:eastAsia="cs-CZ"/>
        </w:rPr>
      </w:pPr>
    </w:p>
    <w:p w14:paraId="0AE588EF" w14:textId="77777777" w:rsidR="0013457C" w:rsidRDefault="0013457C" w:rsidP="0013457C">
      <w:pPr>
        <w:spacing w:after="0"/>
        <w:rPr>
          <w:lang w:eastAsia="cs-CZ"/>
        </w:rPr>
      </w:pPr>
    </w:p>
    <w:p w14:paraId="28B41162" w14:textId="77777777" w:rsidR="0013457C" w:rsidRDefault="0013457C" w:rsidP="0013457C">
      <w:pPr>
        <w:spacing w:after="0"/>
        <w:rPr>
          <w:lang w:eastAsia="cs-CZ"/>
        </w:rPr>
      </w:pPr>
    </w:p>
    <w:p w14:paraId="1BBCA8C2" w14:textId="77777777" w:rsidR="0013457C" w:rsidRDefault="0013457C" w:rsidP="0013457C">
      <w:pPr>
        <w:spacing w:after="0"/>
        <w:rPr>
          <w:lang w:eastAsia="cs-CZ"/>
        </w:rPr>
      </w:pPr>
    </w:p>
    <w:p w14:paraId="133141E9" w14:textId="77777777" w:rsidR="0013457C" w:rsidRDefault="0013457C" w:rsidP="0013457C">
      <w:pPr>
        <w:spacing w:after="0"/>
        <w:rPr>
          <w:lang w:eastAsia="cs-CZ"/>
        </w:rPr>
      </w:pPr>
    </w:p>
    <w:p w14:paraId="7D29E705" w14:textId="77777777" w:rsidR="0013457C" w:rsidRDefault="0013457C" w:rsidP="0013457C">
      <w:pPr>
        <w:spacing w:after="0"/>
        <w:rPr>
          <w:lang w:eastAsia="cs-CZ"/>
        </w:rPr>
      </w:pPr>
    </w:p>
    <w:p w14:paraId="09CC7BAC" w14:textId="77777777" w:rsidR="0013457C" w:rsidRDefault="0013457C" w:rsidP="0013457C">
      <w:pPr>
        <w:spacing w:after="0"/>
        <w:rPr>
          <w:lang w:eastAsia="cs-CZ"/>
        </w:rPr>
      </w:pPr>
    </w:p>
    <w:p w14:paraId="19B9EB59" w14:textId="77777777" w:rsidR="0013457C" w:rsidRDefault="0013457C" w:rsidP="0013457C">
      <w:pPr>
        <w:spacing w:after="0"/>
        <w:rPr>
          <w:lang w:eastAsia="cs-CZ"/>
        </w:rPr>
      </w:pPr>
    </w:p>
    <w:p w14:paraId="1A980893" w14:textId="77777777" w:rsidR="0013457C" w:rsidRDefault="0013457C" w:rsidP="0013457C">
      <w:pPr>
        <w:spacing w:after="0"/>
        <w:rPr>
          <w:lang w:eastAsia="cs-CZ"/>
        </w:rPr>
      </w:pPr>
    </w:p>
    <w:p w14:paraId="35F08070" w14:textId="77777777" w:rsidR="0013457C" w:rsidRDefault="0013457C" w:rsidP="0013457C">
      <w:pPr>
        <w:spacing w:after="0"/>
        <w:rPr>
          <w:lang w:eastAsia="cs-CZ"/>
        </w:rPr>
      </w:pPr>
    </w:p>
    <w:p w14:paraId="0B34B067" w14:textId="558DA49A" w:rsidR="002126E7" w:rsidRPr="0013457C" w:rsidRDefault="002126E7" w:rsidP="0013457C">
      <w:pPr>
        <w:spacing w:after="0"/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95F10" w14:textId="77777777" w:rsidR="00C57E1B" w:rsidRDefault="00C57E1B" w:rsidP="00962258">
      <w:pPr>
        <w:spacing w:after="0" w:line="240" w:lineRule="auto"/>
      </w:pPr>
      <w:r>
        <w:separator/>
      </w:r>
    </w:p>
  </w:endnote>
  <w:endnote w:type="continuationSeparator" w:id="0">
    <w:p w14:paraId="0A875996" w14:textId="77777777" w:rsidR="00C57E1B" w:rsidRDefault="00C57E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DE4C2" w14:textId="77777777" w:rsidR="00C57E1B" w:rsidRDefault="00C57E1B" w:rsidP="00962258">
      <w:pPr>
        <w:spacing w:after="0" w:line="240" w:lineRule="auto"/>
      </w:pPr>
      <w:r>
        <w:separator/>
      </w:r>
    </w:p>
  </w:footnote>
  <w:footnote w:type="continuationSeparator" w:id="0">
    <w:p w14:paraId="3EBB4D69" w14:textId="77777777" w:rsidR="00C57E1B" w:rsidRDefault="00C57E1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3457C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D0987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0F4D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1922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7E1B"/>
    <w:rsid w:val="00C636FB"/>
    <w:rsid w:val="00C87B78"/>
    <w:rsid w:val="00CD1FC4"/>
    <w:rsid w:val="00CD6361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8B424-DE04-4452-B44D-7C23D864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1</Pages>
  <Words>1106</Words>
  <Characters>6530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18</cp:revision>
  <cp:lastPrinted>2017-11-28T17:18:00Z</cp:lastPrinted>
  <dcterms:created xsi:type="dcterms:W3CDTF">2022-05-09T11:10:00Z</dcterms:created>
  <dcterms:modified xsi:type="dcterms:W3CDTF">2023-08-01T08:22:00Z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